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123291">
        <w:rPr>
          <w:rFonts w:ascii="Arial Narrow" w:hAnsi="Arial Narrow"/>
          <w:sz w:val="22"/>
          <w:lang w:val="de-DE"/>
        </w:rPr>
        <w:t>9</w:t>
      </w:r>
      <w:r>
        <w:rPr>
          <w:rFonts w:ascii="Arial Narrow" w:hAnsi="Arial Narrow"/>
          <w:sz w:val="22"/>
          <w:lang w:val="de-DE"/>
        </w:rPr>
        <w:t>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A20941">
        <w:rPr>
          <w:rFonts w:ascii="Arial Narrow" w:hAnsi="Arial Narrow"/>
          <w:noProof/>
          <w:sz w:val="22"/>
          <w:lang w:val="de-DE"/>
        </w:rPr>
        <w:t>27.11.2012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5641D7" w:rsidRDefault="005641D7" w:rsidP="005641D7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Nachbesprechung HSB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Getränke/Sachgüter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Datum 2013 vormerken (15.11.)</w:t>
      </w:r>
      <w:r w:rsidR="00123291">
        <w:rPr>
          <w:rFonts w:ascii="Arial Narrow" w:hAnsi="Arial Narrow"/>
          <w:sz w:val="22"/>
          <w:lang w:val="de-DE"/>
        </w:rPr>
        <w:t>, verschoben ?</w:t>
      </w:r>
      <w:r w:rsidR="00604BF6">
        <w:rPr>
          <w:rFonts w:ascii="Arial Narrow" w:hAnsi="Arial Narrow"/>
          <w:sz w:val="22"/>
          <w:lang w:val="de-DE"/>
        </w:rPr>
        <w:t xml:space="preserve"> -&gt;Sabine?</w:t>
      </w:r>
      <w:r w:rsidR="00A20941">
        <w:rPr>
          <w:rFonts w:ascii="Arial Narrow" w:hAnsi="Arial Narrow"/>
          <w:sz w:val="22"/>
          <w:lang w:val="de-DE"/>
        </w:rPr>
        <w:t>-&gt;siehe Mail</w:t>
      </w:r>
      <w:bookmarkStart w:id="0" w:name="_GoBack"/>
      <w:bookmarkEnd w:id="0"/>
    </w:p>
    <w:p w:rsidR="005641D7" w:rsidRDefault="005641D7" w:rsidP="005641D7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5641D7" w:rsidRDefault="005641D7" w:rsidP="005641D7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</w:t>
      </w:r>
      <w:r w:rsidR="00123291">
        <w:rPr>
          <w:rFonts w:ascii="Arial Narrow" w:hAnsi="Arial Narrow"/>
          <w:sz w:val="22"/>
          <w:lang w:val="de-DE"/>
        </w:rPr>
        <w:t xml:space="preserve"> Übersichtsliste mit Inventar erstellt ?</w:t>
      </w:r>
    </w:p>
    <w:p w:rsidR="00A20941" w:rsidRDefault="00A20941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Angebot Fluchtwegeschilder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Anschaffung Faxmodul für Kopierer</w:t>
      </w:r>
      <w:r w:rsidR="00604BF6">
        <w:rPr>
          <w:rFonts w:ascii="Arial Narrow" w:hAnsi="Arial Narrow"/>
          <w:sz w:val="22"/>
          <w:lang w:val="de-DE"/>
        </w:rPr>
        <w:t xml:space="preserve"> -&gt;ist im Haushalt schon vorgesehen, verfällt am 12.12.</w:t>
      </w:r>
    </w:p>
    <w:p w:rsidR="005641D7" w:rsidRDefault="005641D7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Studentenpartys im O</w:t>
      </w:r>
      <w:r w:rsidR="00604BF6">
        <w:rPr>
          <w:rFonts w:ascii="Arial Narrow" w:hAnsi="Arial Narrow"/>
          <w:sz w:val="22"/>
          <w:lang w:val="de-DE"/>
        </w:rPr>
        <w:t>kay</w:t>
      </w:r>
      <w:r>
        <w:rPr>
          <w:rFonts w:ascii="Arial Narrow" w:hAnsi="Arial Narrow"/>
          <w:sz w:val="22"/>
          <w:lang w:val="de-DE"/>
        </w:rPr>
        <w:t xml:space="preserve"> Donaueschingen</w:t>
      </w:r>
      <w:r w:rsidR="00604BF6">
        <w:rPr>
          <w:rFonts w:ascii="Arial Narrow" w:hAnsi="Arial Narrow"/>
          <w:sz w:val="22"/>
          <w:lang w:val="de-DE"/>
        </w:rPr>
        <w:t xml:space="preserve"> (Erstiparty?) -&gt; Anni</w:t>
      </w:r>
    </w:p>
    <w:p w:rsidR="00EB2C1D" w:rsidRDefault="00EB2C1D" w:rsidP="00EB2C1D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Garderoben vor der alten Cafete runter räumen</w:t>
      </w:r>
      <w:r w:rsidR="00A20941">
        <w:rPr>
          <w:rFonts w:ascii="Arial Narrow" w:hAnsi="Arial Narrow"/>
          <w:sz w:val="22"/>
          <w:lang w:val="de-DE"/>
        </w:rPr>
        <w:t>-&gt; warum?</w:t>
      </w:r>
    </w:p>
    <w:p w:rsidR="00EB2C1D" w:rsidRDefault="00EB2C1D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Aktionen wie die Organisation der Professorennacht nicht mehr im AStA; entweder alle oder keiner</w:t>
      </w:r>
    </w:p>
    <w:p w:rsidR="00EB2C1D" w:rsidRDefault="00EB2C1D" w:rsidP="005641D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Alle Gläser nochmal spülen (oder vor nächster Party?) und nicht nass übereinander stapeln;   0,4l: 4*6*2 =48             0,2l: 5*9*5 =225</w:t>
      </w:r>
    </w:p>
    <w:p w:rsidR="00EB2C1D" w:rsidRDefault="00EB2C1D" w:rsidP="00123291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5641D7" w:rsidRPr="00E4539E" w:rsidRDefault="005641D7" w:rsidP="005641D7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</w:p>
    <w:p w:rsidR="000C1EB8" w:rsidRPr="008D2BDB" w:rsidRDefault="000C1EB8" w:rsidP="005641D7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D7" w:rsidRDefault="005641D7">
      <w:pPr>
        <w:spacing w:line="20" w:lineRule="exact"/>
      </w:pPr>
    </w:p>
  </w:endnote>
  <w:endnote w:type="continuationSeparator" w:id="0">
    <w:p w:rsidR="005641D7" w:rsidRDefault="005641D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641D7" w:rsidRDefault="005641D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D7" w:rsidRDefault="005641D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641D7" w:rsidRDefault="00564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A2094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D7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23291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641D7"/>
    <w:rsid w:val="005B1C22"/>
    <w:rsid w:val="005F45A2"/>
    <w:rsid w:val="00602994"/>
    <w:rsid w:val="00604BF6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C5B84"/>
    <w:rsid w:val="009D3E73"/>
    <w:rsid w:val="009E6CE4"/>
    <w:rsid w:val="00A05515"/>
    <w:rsid w:val="00A20941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37A0E"/>
    <w:rsid w:val="00B51224"/>
    <w:rsid w:val="00B83D82"/>
    <w:rsid w:val="00B928F9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2C1D"/>
    <w:rsid w:val="00EB31F2"/>
    <w:rsid w:val="00F15EEB"/>
    <w:rsid w:val="00F834DE"/>
    <w:rsid w:val="00FB758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Agenda_WS2012-13_Vorlage.dotx</Template>
  <TotalTime>0</TotalTime>
  <Pages>1</Pages>
  <Words>111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Anna Kyc</dc:creator>
  <cp:lastModifiedBy>Matthias Kaufmann</cp:lastModifiedBy>
  <cp:revision>9</cp:revision>
  <cp:lastPrinted>2012-11-27T12:00:00Z</cp:lastPrinted>
  <dcterms:created xsi:type="dcterms:W3CDTF">2012-11-19T11:46:00Z</dcterms:created>
  <dcterms:modified xsi:type="dcterms:W3CDTF">2012-11-27T12:02:00Z</dcterms:modified>
</cp:coreProperties>
</file>